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E1052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7A4DAF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A7183B6" w14:textId="51DE8ACC" w:rsidR="0085747A" w:rsidRDefault="0071620A" w:rsidP="00D80B0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D80B01">
        <w:rPr>
          <w:rFonts w:ascii="Corbel" w:hAnsi="Corbel"/>
          <w:b/>
          <w:smallCaps/>
          <w:sz w:val="24"/>
          <w:szCs w:val="24"/>
        </w:rPr>
        <w:t>kształcenia</w:t>
      </w:r>
      <w:r w:rsidR="00D80B01" w:rsidRPr="00D80B01">
        <w:rPr>
          <w:rFonts w:ascii="Corbel" w:hAnsi="Corbel"/>
          <w:smallCaps/>
          <w:sz w:val="24"/>
          <w:szCs w:val="24"/>
        </w:rPr>
        <w:t xml:space="preserve"> </w:t>
      </w:r>
      <w:r w:rsidR="002E28F9">
        <w:rPr>
          <w:rFonts w:ascii="Corbel" w:hAnsi="Corbel"/>
          <w:i/>
          <w:smallCaps/>
          <w:sz w:val="24"/>
          <w:szCs w:val="24"/>
        </w:rPr>
        <w:t>2022-2025</w:t>
      </w:r>
    </w:p>
    <w:p w14:paraId="0FD69D42" w14:textId="37FC8051" w:rsidR="00445970" w:rsidRPr="00EA4832" w:rsidRDefault="00445970" w:rsidP="00D80B0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</w:t>
      </w:r>
      <w:r w:rsidR="00D80B01">
        <w:rPr>
          <w:rFonts w:ascii="Corbel" w:hAnsi="Corbel"/>
          <w:sz w:val="20"/>
          <w:szCs w:val="20"/>
        </w:rPr>
        <w:t>:</w:t>
      </w:r>
      <w:r w:rsidR="00BB5417">
        <w:rPr>
          <w:rFonts w:ascii="Corbel" w:hAnsi="Corbel"/>
          <w:sz w:val="20"/>
          <w:szCs w:val="20"/>
        </w:rPr>
        <w:t xml:space="preserve"> 202</w:t>
      </w:r>
      <w:r w:rsidR="002E28F9">
        <w:rPr>
          <w:rFonts w:ascii="Corbel" w:hAnsi="Corbel"/>
          <w:sz w:val="20"/>
          <w:szCs w:val="20"/>
        </w:rPr>
        <w:t>3</w:t>
      </w:r>
      <w:r w:rsidR="00BB5417">
        <w:rPr>
          <w:rFonts w:ascii="Corbel" w:hAnsi="Corbel"/>
          <w:sz w:val="20"/>
          <w:szCs w:val="20"/>
        </w:rPr>
        <w:t>-202</w:t>
      </w:r>
      <w:r w:rsidR="002E28F9">
        <w:rPr>
          <w:rFonts w:ascii="Corbel" w:hAnsi="Corbel"/>
          <w:sz w:val="20"/>
          <w:szCs w:val="20"/>
        </w:rPr>
        <w:t>4</w:t>
      </w:r>
    </w:p>
    <w:p w14:paraId="375BB30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F033BD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CED8132" w14:textId="77777777" w:rsidTr="00D80B01">
        <w:tc>
          <w:tcPr>
            <w:tcW w:w="2694" w:type="dxa"/>
            <w:vAlign w:val="center"/>
          </w:tcPr>
          <w:p w14:paraId="61DBB02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019CE9" w14:textId="77777777" w:rsidR="0085747A" w:rsidRPr="00D80B01" w:rsidRDefault="007F3726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Przedsiębiorstwo na rynkach międzynarodowych</w:t>
            </w:r>
          </w:p>
        </w:tc>
      </w:tr>
      <w:tr w:rsidR="0085747A" w:rsidRPr="009C54AE" w14:paraId="7C5F2B3C" w14:textId="77777777" w:rsidTr="00D80B01">
        <w:tc>
          <w:tcPr>
            <w:tcW w:w="2694" w:type="dxa"/>
            <w:vAlign w:val="center"/>
          </w:tcPr>
          <w:p w14:paraId="0E8219E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27A7DA" w14:textId="52202FD5" w:rsidR="0085747A" w:rsidRPr="00D80B01" w:rsidRDefault="007F3726" w:rsidP="00D80B01">
            <w:pPr>
              <w:spacing w:after="0"/>
              <w:rPr>
                <w:rFonts w:ascii="Corbel" w:hAnsi="Corbel" w:cs="Calibri"/>
                <w:sz w:val="24"/>
                <w:szCs w:val="24"/>
              </w:rPr>
            </w:pPr>
            <w:r w:rsidRPr="00D80B01">
              <w:rPr>
                <w:rFonts w:ascii="Corbel" w:hAnsi="Corbel" w:cs="Calibri"/>
                <w:sz w:val="24"/>
                <w:szCs w:val="24"/>
              </w:rPr>
              <w:t>E/I/EP/C-1.</w:t>
            </w:r>
            <w:r w:rsidR="005135F7">
              <w:rPr>
                <w:rFonts w:ascii="Corbel" w:hAnsi="Corbel" w:cs="Calibri"/>
                <w:sz w:val="24"/>
                <w:szCs w:val="24"/>
              </w:rPr>
              <w:t>8</w:t>
            </w:r>
            <w:r w:rsidRPr="00D80B01">
              <w:rPr>
                <w:rFonts w:ascii="Corbel" w:hAnsi="Corbel" w:cs="Calibri"/>
                <w:sz w:val="24"/>
                <w:szCs w:val="24"/>
              </w:rPr>
              <w:t>a</w:t>
            </w:r>
          </w:p>
        </w:tc>
      </w:tr>
      <w:tr w:rsidR="0085747A" w:rsidRPr="009C54AE" w14:paraId="51ECE68A" w14:textId="77777777" w:rsidTr="00D80B01">
        <w:tc>
          <w:tcPr>
            <w:tcW w:w="2694" w:type="dxa"/>
            <w:vAlign w:val="center"/>
          </w:tcPr>
          <w:p w14:paraId="6A0AA33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247017" w14:textId="77777777" w:rsidR="0085747A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0E4ADFB" w14:textId="77777777" w:rsidTr="00D80B01">
        <w:tc>
          <w:tcPr>
            <w:tcW w:w="2694" w:type="dxa"/>
            <w:vAlign w:val="center"/>
          </w:tcPr>
          <w:p w14:paraId="085521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E7EFBB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46D5C7E" w14:textId="77777777" w:rsidTr="00D80B01">
        <w:tc>
          <w:tcPr>
            <w:tcW w:w="2694" w:type="dxa"/>
            <w:vAlign w:val="center"/>
          </w:tcPr>
          <w:p w14:paraId="2FF32F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809F56" w14:textId="77777777" w:rsidR="0085747A" w:rsidRPr="00D80B01" w:rsidRDefault="004D1026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71753B3" w14:textId="77777777" w:rsidTr="00D80B01">
        <w:tc>
          <w:tcPr>
            <w:tcW w:w="2694" w:type="dxa"/>
            <w:vAlign w:val="center"/>
          </w:tcPr>
          <w:p w14:paraId="128214B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62244D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9FE10EF" w14:textId="77777777" w:rsidTr="00D80B01">
        <w:tc>
          <w:tcPr>
            <w:tcW w:w="2694" w:type="dxa"/>
            <w:vAlign w:val="center"/>
          </w:tcPr>
          <w:p w14:paraId="24F2B6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52CFE4" w14:textId="77777777" w:rsidR="0085747A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074F11C" w14:textId="77777777" w:rsidTr="00D80B01">
        <w:tc>
          <w:tcPr>
            <w:tcW w:w="2694" w:type="dxa"/>
            <w:vAlign w:val="center"/>
          </w:tcPr>
          <w:p w14:paraId="42DC4F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E8A7AA" w14:textId="77777777" w:rsidR="0085747A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1D05817" w14:textId="77777777" w:rsidTr="00D80B01">
        <w:tc>
          <w:tcPr>
            <w:tcW w:w="2694" w:type="dxa"/>
            <w:vAlign w:val="center"/>
          </w:tcPr>
          <w:p w14:paraId="11529C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94BF3AF" w14:textId="77777777" w:rsidR="0085747A" w:rsidRPr="00D80B01" w:rsidRDefault="007F3726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D1026" w:rsidRPr="00D80B01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D80B0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1D021963" w14:textId="77777777" w:rsidTr="00D80B01">
        <w:tc>
          <w:tcPr>
            <w:tcW w:w="2694" w:type="dxa"/>
            <w:vAlign w:val="center"/>
          </w:tcPr>
          <w:p w14:paraId="10D04A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1BAF97E" w14:textId="77777777" w:rsidR="0085747A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C30B7E3" w14:textId="77777777" w:rsidTr="00D80B01">
        <w:tc>
          <w:tcPr>
            <w:tcW w:w="2694" w:type="dxa"/>
            <w:vAlign w:val="center"/>
          </w:tcPr>
          <w:p w14:paraId="7494B0C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4F670B" w14:textId="77777777" w:rsidR="00923D7D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45F7E7" w14:textId="77777777" w:rsidTr="00D80B01">
        <w:tc>
          <w:tcPr>
            <w:tcW w:w="2694" w:type="dxa"/>
            <w:vAlign w:val="center"/>
          </w:tcPr>
          <w:p w14:paraId="440B3D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3DA73E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 w:rsidRPr="00D80B01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35776E44" w14:textId="77777777" w:rsidTr="00D80B01">
        <w:tc>
          <w:tcPr>
            <w:tcW w:w="2694" w:type="dxa"/>
            <w:vAlign w:val="center"/>
          </w:tcPr>
          <w:p w14:paraId="7D440E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ECCCBE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 w:rsidRPr="00D80B01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41CDE6F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80B0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323724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1E38C4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D80B01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18A012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2E2290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CC5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ABB6A9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511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FC7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4A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8C2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E5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5F7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B3F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B3E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CAE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238660FC" w14:textId="77777777" w:rsidTr="00F708F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CDAF8" w14:textId="77777777" w:rsidR="004D1026" w:rsidRPr="009C54AE" w:rsidRDefault="00D80B01" w:rsidP="00F708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92560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BB714" w14:textId="77777777" w:rsidR="004D1026" w:rsidRPr="009C54AE" w:rsidRDefault="00D80B01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B66FC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AC0E4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6C18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EB3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ED6BA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0826D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855F6" w14:textId="4CC3E599" w:rsidR="004D1026" w:rsidRPr="009C54AE" w:rsidRDefault="00E45A18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437A3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8B5619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16CF36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BC1CC2B" w14:textId="77777777" w:rsidR="00D80B01" w:rsidRPr="00CA2C2D" w:rsidRDefault="00D80B01" w:rsidP="00D80B0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04C27819" w14:textId="77777777" w:rsidR="00D80B01" w:rsidRPr="00CA2C2D" w:rsidRDefault="00D80B01" w:rsidP="00D80B0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3860E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8F69A1F" w14:textId="77777777" w:rsidR="00E22FBC" w:rsidRPr="009C54AE" w:rsidRDefault="00D80B0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8367CF" w14:textId="77777777" w:rsidR="009C54AE" w:rsidRPr="00D80B01" w:rsidRDefault="004D102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80B01">
        <w:rPr>
          <w:rFonts w:ascii="Corbel" w:hAnsi="Corbel"/>
          <w:b w:val="0"/>
          <w:smallCaps w:val="0"/>
          <w:szCs w:val="24"/>
        </w:rPr>
        <w:t>zaliczenie na ocenę</w:t>
      </w:r>
    </w:p>
    <w:p w14:paraId="3732542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D341D9" w14:textId="77777777" w:rsidR="00F708F2" w:rsidRDefault="00F708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91E7F7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D80B01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F7CC92B" w14:textId="77777777" w:rsidR="00D80B01" w:rsidRPr="009C54AE" w:rsidRDefault="00D80B0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0320C7" w14:textId="77777777" w:rsidTr="00745302">
        <w:tc>
          <w:tcPr>
            <w:tcW w:w="9670" w:type="dxa"/>
          </w:tcPr>
          <w:p w14:paraId="213E59AE" w14:textId="77777777" w:rsidR="0085747A" w:rsidRPr="009C54AE" w:rsidRDefault="00F474DF" w:rsidP="00F708F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934B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0D77D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BA5AC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639539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47C26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D80B01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BF9FCB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BA3E769" w14:textId="77777777" w:rsidTr="00923D7D">
        <w:tc>
          <w:tcPr>
            <w:tcW w:w="851" w:type="dxa"/>
            <w:vAlign w:val="center"/>
          </w:tcPr>
          <w:p w14:paraId="6061497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4BD7D6" w14:textId="77777777" w:rsidR="0085747A" w:rsidRPr="009C54AE" w:rsidRDefault="00F474DF" w:rsidP="00514A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 xml:space="preserve"> procesem internacjonalizacji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2582FE7" w14:textId="77777777" w:rsidTr="00923D7D">
        <w:tc>
          <w:tcPr>
            <w:tcW w:w="851" w:type="dxa"/>
            <w:vAlign w:val="center"/>
          </w:tcPr>
          <w:p w14:paraId="09F1899B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238A680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>wania się podstawowymi formami, modelami  umiędzynarodowienia firm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C327B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BD604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D80B01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7232B4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1DEA95FE" w14:textId="77777777" w:rsidTr="0071620A">
        <w:tc>
          <w:tcPr>
            <w:tcW w:w="1701" w:type="dxa"/>
            <w:vAlign w:val="center"/>
          </w:tcPr>
          <w:p w14:paraId="0B40386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9C1B48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738178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4A1A" w:rsidRPr="009C54AE" w14:paraId="69D5556A" w14:textId="77777777" w:rsidTr="005E6E85">
        <w:tc>
          <w:tcPr>
            <w:tcW w:w="1701" w:type="dxa"/>
          </w:tcPr>
          <w:p w14:paraId="4B88FADA" w14:textId="77777777" w:rsidR="00514A1A" w:rsidRPr="009C54AE" w:rsidRDefault="00D80B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14A1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610C6545" w14:textId="77777777" w:rsidR="00004CFD" w:rsidRDefault="00514A1A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00B45E24">
              <w:rPr>
                <w:rFonts w:ascii="Corbel" w:hAnsi="Corbel"/>
                <w:b w:val="0"/>
                <w:smallCaps w:val="0"/>
                <w:szCs w:val="24"/>
              </w:rPr>
              <w:t>Definiuje podstawowe kategorie ekonomiczne odnoszące się do działalności przedsiębiorstwa na rynkach międzynarodowych (internacjonalizacja, globalizacja, strategie międzynarodowe przedsiębiorstw, formy umiędzynarodowienia przedsiębiorstwa, konkurowanie na rynku międzynarodowym).</w:t>
            </w:r>
            <w:r w:rsidR="00004CFD">
              <w:t xml:space="preserve"> </w:t>
            </w:r>
            <w:r w:rsidR="00004CFD" w:rsidRPr="00004CFD">
              <w:rPr>
                <w:rFonts w:ascii="Corbel" w:hAnsi="Corbel"/>
                <w:b w:val="0"/>
              </w:rPr>
              <w:t xml:space="preserve"> </w:t>
            </w:r>
          </w:p>
          <w:p w14:paraId="3395ED5F" w14:textId="77777777" w:rsidR="00514A1A" w:rsidRDefault="00004CFD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004CFD">
              <w:rPr>
                <w:rFonts w:ascii="Corbel" w:hAnsi="Corbel"/>
                <w:b w:val="0"/>
                <w:smallCaps w:val="0"/>
                <w:szCs w:val="24"/>
              </w:rPr>
              <w:t>prawidłowości funkcjonowania podmiotów na rynku międzynarodowym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04CFD">
              <w:rPr>
                <w:rFonts w:ascii="Corbel" w:hAnsi="Corbel"/>
                <w:b w:val="0"/>
                <w:smallCaps w:val="0"/>
                <w:szCs w:val="24"/>
              </w:rPr>
              <w:t xml:space="preserve">oraz rolę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kadry zarządzającej w kształtowaniu i budowaniu strategii działania.</w:t>
            </w:r>
          </w:p>
          <w:p w14:paraId="19C01F2B" w14:textId="77777777" w:rsidR="00004CFD" w:rsidRPr="00B45E24" w:rsidRDefault="00D80B01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</w:t>
            </w:r>
            <w:r w:rsidR="00F11C2C">
              <w:rPr>
                <w:rFonts w:ascii="Corbel" w:hAnsi="Corbel"/>
                <w:b w:val="0"/>
                <w:smallCaps w:val="0"/>
                <w:szCs w:val="24"/>
              </w:rPr>
              <w:t xml:space="preserve">proces internacjonalizacji i relacje zachodzące </w:t>
            </w:r>
            <w:r w:rsidR="00F11C2C" w:rsidRPr="00F11C2C">
              <w:rPr>
                <w:rFonts w:ascii="Corbel" w:hAnsi="Corbel"/>
                <w:b w:val="0"/>
                <w:smallCaps w:val="0"/>
                <w:szCs w:val="24"/>
              </w:rPr>
              <w:t>pomiędzy organizacjami gospodarczymi i społecznymi w zakresie organizacyjno-ekonomicznym oraz finansowym, a także ich oddziaływanie na zmiany struktur gospodar</w:t>
            </w:r>
            <w:r w:rsidR="00F11C2C">
              <w:rPr>
                <w:rFonts w:ascii="Corbel" w:hAnsi="Corbel"/>
                <w:b w:val="0"/>
                <w:smallCaps w:val="0"/>
                <w:szCs w:val="24"/>
              </w:rPr>
              <w:t>ki światowej.</w:t>
            </w:r>
          </w:p>
        </w:tc>
        <w:tc>
          <w:tcPr>
            <w:tcW w:w="1873" w:type="dxa"/>
          </w:tcPr>
          <w:p w14:paraId="7A787D4C" w14:textId="77777777" w:rsidR="00B45E24" w:rsidRDefault="00D80B01" w:rsidP="00D80B0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K_W01</w:t>
            </w:r>
          </w:p>
          <w:p w14:paraId="7B6BD427" w14:textId="77777777" w:rsidR="00D80B01" w:rsidRDefault="00B45E24" w:rsidP="00D80B0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B45E24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K_W03</w:t>
            </w:r>
          </w:p>
          <w:p w14:paraId="72B6CCA2" w14:textId="77777777" w:rsidR="00514A1A" w:rsidRPr="00B45E24" w:rsidRDefault="00B45E24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5E24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K_W07</w:t>
            </w:r>
          </w:p>
        </w:tc>
      </w:tr>
      <w:tr w:rsidR="00514A1A" w:rsidRPr="009C54AE" w14:paraId="2A528E19" w14:textId="77777777" w:rsidTr="005E6E85">
        <w:tc>
          <w:tcPr>
            <w:tcW w:w="1701" w:type="dxa"/>
          </w:tcPr>
          <w:p w14:paraId="383AB95F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E640A3" w14:textId="77777777" w:rsidR="00514A1A" w:rsidRDefault="00D63A36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>analizować zjawiska, ich uwarunkowania i determinanty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procesy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zachodzące w zakresie działalności przedsiębiorstwa na rynku międzynarodowym.</w:t>
            </w:r>
          </w:p>
          <w:p w14:paraId="7F4A7FDB" w14:textId="77777777" w:rsidR="00D63A36" w:rsidRDefault="00D63A36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>pozyskiwa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i analizowa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dan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dotycząc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procesów zmian zachodzących na rynkach międzynarodowych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>oraz projektowa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zada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ń badawczych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i proponowa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 sposobów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ich realizacji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818022C" w14:textId="77777777" w:rsidR="00D63A36" w:rsidRPr="000252BE" w:rsidRDefault="00D63A36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przyczyny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zmian zachodzących w procesie internacjonalizacji przedsiębiorstw,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ocenia przebieg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tych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zjawisk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C183782" w14:textId="77777777" w:rsidR="00514A1A" w:rsidRPr="000252BE" w:rsidRDefault="00D80B01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_U01</w:t>
            </w:r>
          </w:p>
          <w:p w14:paraId="48167B26" w14:textId="77777777" w:rsidR="00514A1A" w:rsidRPr="000252BE" w:rsidRDefault="00514A1A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217F43A3" w14:textId="77777777" w:rsidR="00514A1A" w:rsidRPr="000252BE" w:rsidRDefault="00514A1A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45E2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514A1A" w:rsidRPr="009C54AE" w14:paraId="7658F05B" w14:textId="77777777" w:rsidTr="00D80B01">
        <w:tc>
          <w:tcPr>
            <w:tcW w:w="1701" w:type="dxa"/>
          </w:tcPr>
          <w:p w14:paraId="3C220C4E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13EE129" w14:textId="77777777" w:rsidR="007A37B1" w:rsidRPr="000252BE" w:rsidRDefault="007A37B1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Ocenia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przyczyny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skutki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, formułuje wnioski wynikające z wydarzeń gospod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arczych w skali międzynarodowej. Krytycznie ocenia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konsekwencje stosowanej przez przedsiębiorstwo strategii działan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 na rynkach międzynarodowych i potrafi zaobserwować zmiany na nim zachodzące.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645086AF" w14:textId="77777777" w:rsidR="00514A1A" w:rsidRPr="000252BE" w:rsidRDefault="00B45E24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04BC889" w14:textId="77777777" w:rsidR="00514A1A" w:rsidRPr="000252BE" w:rsidRDefault="00514A1A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45E2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4D09C2E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87EDAB" w14:textId="77777777" w:rsidR="00D80B01" w:rsidRPr="009C54AE" w:rsidRDefault="00D80B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B57E5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D80B01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CBD3C9B" w14:textId="77777777" w:rsidR="00D80B01" w:rsidRPr="009C54AE" w:rsidRDefault="00D80B0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2CACE18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95122A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BBCB79" w14:textId="77777777" w:rsidTr="56E66666">
        <w:tc>
          <w:tcPr>
            <w:tcW w:w="9639" w:type="dxa"/>
          </w:tcPr>
          <w:p w14:paraId="18AAE91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675863E1" w14:textId="77777777" w:rsidTr="56E66666">
        <w:tc>
          <w:tcPr>
            <w:tcW w:w="9639" w:type="dxa"/>
            <w:vAlign w:val="center"/>
          </w:tcPr>
          <w:p w14:paraId="1279D7CC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Rynki międzynarodowe – istota rynków międzynarodowych, ich klasyfikacja i charakterystyka funkcjonalna.</w:t>
            </w:r>
          </w:p>
        </w:tc>
      </w:tr>
      <w:tr w:rsidR="00514A1A" w:rsidRPr="009C54AE" w14:paraId="2B8B53D7" w14:textId="77777777" w:rsidTr="56E66666">
        <w:tc>
          <w:tcPr>
            <w:tcW w:w="9639" w:type="dxa"/>
            <w:vAlign w:val="center"/>
          </w:tcPr>
          <w:p w14:paraId="44FCA679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514A1A" w:rsidRPr="009C54AE" w14:paraId="1FBC8766" w14:textId="77777777" w:rsidTr="56E66666">
        <w:tc>
          <w:tcPr>
            <w:tcW w:w="9639" w:type="dxa"/>
            <w:vAlign w:val="center"/>
          </w:tcPr>
          <w:p w14:paraId="1B1C1774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 xml:space="preserve">Teoretyczne podstawy internacjonalizacji przedsiębiorstwa – objaśnienie internacjonalizacji na podstawie wybranych teorii makro- i mikroekonomicznych. </w:t>
            </w:r>
          </w:p>
        </w:tc>
      </w:tr>
      <w:tr w:rsidR="00514A1A" w:rsidRPr="009C54AE" w14:paraId="6F6D5DB0" w14:textId="77777777" w:rsidTr="56E66666">
        <w:tc>
          <w:tcPr>
            <w:tcW w:w="9639" w:type="dxa"/>
            <w:vAlign w:val="center"/>
          </w:tcPr>
          <w:p w14:paraId="1EA307C2" w14:textId="77777777" w:rsidR="00514A1A" w:rsidRPr="00514A1A" w:rsidRDefault="00514A1A" w:rsidP="56E66666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Strategie internacjonalizacji przedsiębiorstwa – pojęcie i elementy strategii oraz czynniki wpływające na jej tworzenie, strategiczne orientacje internacjonalizacji i globalizacji.</w:t>
            </w:r>
          </w:p>
        </w:tc>
      </w:tr>
      <w:tr w:rsidR="00514A1A" w:rsidRPr="009C54AE" w14:paraId="6C3B91DD" w14:textId="77777777" w:rsidTr="56E66666">
        <w:tc>
          <w:tcPr>
            <w:tcW w:w="9639" w:type="dxa"/>
            <w:vAlign w:val="center"/>
          </w:tcPr>
          <w:p w14:paraId="51B01C54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Formy internacjonalizacji i globalizacji przedsiębiorstwa – eksport, licencjonowanie, franchising, leasing, tworzenie zagranicznej filii handlowej, zakładu montażowego lub produkcyjnego, sposoby objęcia własności inwestycji bezpośrednich, oddział, joint venture, spółka-córka,  alianse strategiczne.</w:t>
            </w:r>
          </w:p>
        </w:tc>
      </w:tr>
      <w:tr w:rsidR="00514A1A" w:rsidRPr="009C54AE" w14:paraId="737496C7" w14:textId="77777777" w:rsidTr="56E66666">
        <w:tc>
          <w:tcPr>
            <w:tcW w:w="9639" w:type="dxa"/>
            <w:vAlign w:val="center"/>
          </w:tcPr>
          <w:p w14:paraId="4457B2D6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Kierowanie międzynarodowymi funkcjami przedsiębiorstwa; controlling – pojęcie i zadania controllingu, międzynarodowy controlling strategiczny i operacyjny, organizacja controllingu w międzynarodowym przedsiębiorstwie</w:t>
            </w:r>
            <w:r w:rsidR="00BB5417" w:rsidRPr="56E66666">
              <w:rPr>
                <w:rFonts w:ascii="Corbel" w:hAnsi="Corbel" w:cs="Calibri"/>
                <w:sz w:val="24"/>
                <w:szCs w:val="24"/>
              </w:rPr>
              <w:t>.</w:t>
            </w:r>
            <w:r w:rsidRPr="56E66666">
              <w:rPr>
                <w:rFonts w:ascii="Corbel" w:hAnsi="Corbel" w:cs="Calibri"/>
                <w:vanish/>
                <w:sz w:val="24"/>
                <w:szCs w:val="24"/>
              </w:rPr>
              <w:t xml:space="preserve"> </w:t>
            </w:r>
          </w:p>
        </w:tc>
      </w:tr>
      <w:tr w:rsidR="00514A1A" w:rsidRPr="009C54AE" w14:paraId="765E9E42" w14:textId="77777777" w:rsidTr="56E66666">
        <w:tc>
          <w:tcPr>
            <w:tcW w:w="9639" w:type="dxa"/>
            <w:vAlign w:val="center"/>
          </w:tcPr>
          <w:p w14:paraId="5AC944BB" w14:textId="77777777" w:rsidR="00514A1A" w:rsidRPr="00514A1A" w:rsidRDefault="00514A1A" w:rsidP="56E66666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Internacjonalizacja i globalizacja polskich przedsiębiorstwa.</w:t>
            </w:r>
          </w:p>
        </w:tc>
      </w:tr>
    </w:tbl>
    <w:p w14:paraId="26EA527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6BAA2E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B6C6A9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8962B1" w14:textId="77777777" w:rsidTr="00923D7D">
        <w:tc>
          <w:tcPr>
            <w:tcW w:w="9639" w:type="dxa"/>
          </w:tcPr>
          <w:p w14:paraId="394238C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63F1E796" w14:textId="77777777" w:rsidTr="00923D7D">
        <w:tc>
          <w:tcPr>
            <w:tcW w:w="9639" w:type="dxa"/>
          </w:tcPr>
          <w:p w14:paraId="7D9BFAD0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 xml:space="preserve">Umiędzynarodowienie i globalizacja przedsiębiorstw – uwarunkowania i przyczyny internacjonalizacji, próba konfrontacji wybranych makro- i mikroekonomicznych teoretycznych koncepcji internacjonalizacji z rzeczywistością rynków międzynarodowych. </w:t>
            </w:r>
          </w:p>
        </w:tc>
      </w:tr>
      <w:tr w:rsidR="00514A1A" w:rsidRPr="009C54AE" w14:paraId="1F02F000" w14:textId="77777777" w:rsidTr="00923D7D">
        <w:tc>
          <w:tcPr>
            <w:tcW w:w="9639" w:type="dxa"/>
          </w:tcPr>
          <w:p w14:paraId="524E403B" w14:textId="77777777" w:rsidR="00514A1A" w:rsidRPr="000252BE" w:rsidRDefault="00514A1A" w:rsidP="00514A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konkurencji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przedsiębiorstwa – źródła przewagi konkurencyjnej na rynku międzynarodowym i sposoby konkurowania na rynku międzynarodowym, strategia rozwoju międzynarodowej pozycji przedsię</w:t>
            </w:r>
            <w:r w:rsidR="00BB5417">
              <w:rPr>
                <w:rFonts w:ascii="Corbel" w:hAnsi="Corbel"/>
                <w:sz w:val="24"/>
                <w:szCs w:val="24"/>
              </w:rPr>
              <w:t>biorstwa, strategia konkurencji.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14A1A" w:rsidRPr="009C54AE" w14:paraId="69D1A2B1" w14:textId="77777777" w:rsidTr="00923D7D">
        <w:tc>
          <w:tcPr>
            <w:tcW w:w="9639" w:type="dxa"/>
          </w:tcPr>
          <w:p w14:paraId="4EBDFE4D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Strategie internacjonalizacji przedsiębiorstwa</w:t>
            </w:r>
            <w:r w:rsidR="00F708F2">
              <w:rPr>
                <w:rFonts w:ascii="Corbel" w:hAnsi="Corbel"/>
                <w:sz w:val="24"/>
                <w:szCs w:val="24"/>
              </w:rPr>
              <w:t xml:space="preserve">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252BE">
              <w:rPr>
                <w:rFonts w:ascii="Corbel" w:hAnsi="Corbel"/>
                <w:sz w:val="24"/>
                <w:szCs w:val="24"/>
              </w:rPr>
              <w:t>strategie funkcjonalne (m.in. strategie marketingowe, badań i rozwoju, strategie w sferze produkcji, zaopatrzenia, strategie finansowe).</w:t>
            </w:r>
          </w:p>
        </w:tc>
      </w:tr>
      <w:tr w:rsidR="00514A1A" w:rsidRPr="009C54AE" w14:paraId="0BE02594" w14:textId="77777777" w:rsidTr="00923D7D">
        <w:tc>
          <w:tcPr>
            <w:tcW w:w="9639" w:type="dxa"/>
          </w:tcPr>
          <w:p w14:paraId="2A5B4E86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marketingowe przedsiębiorstwa międzynarodowego</w:t>
            </w:r>
            <w:r w:rsidR="00F708F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14A1A" w:rsidRPr="009C54AE" w14:paraId="0C22B576" w14:textId="77777777" w:rsidTr="00923D7D">
        <w:tc>
          <w:tcPr>
            <w:tcW w:w="9639" w:type="dxa"/>
          </w:tcPr>
          <w:p w14:paraId="310E4967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Polityka kadrowa i zatrudnienie w przedsiębiorstwie działającym na rynku międzynarodowym – poziom i struktura zatrudnienia, rekrutacja, szkolenia kadry, system motywacyjny, obsada stanowisk kierowniczych.</w:t>
            </w:r>
          </w:p>
        </w:tc>
      </w:tr>
      <w:tr w:rsidR="00514A1A" w:rsidRPr="009C54AE" w14:paraId="27A24EE3" w14:textId="77777777" w:rsidTr="00923D7D">
        <w:tc>
          <w:tcPr>
            <w:tcW w:w="9639" w:type="dxa"/>
          </w:tcPr>
          <w:p w14:paraId="2A981675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708F2">
              <w:rPr>
                <w:rFonts w:ascii="Corbel" w:hAnsi="Corbel" w:cs="Calibri"/>
                <w:sz w:val="24"/>
              </w:rPr>
              <w:t>Wpływ internacjonalizacji i globalizacji na strukturę organizacyjną przedsiębiorstwa</w:t>
            </w:r>
            <w:r w:rsidRPr="00F708F2">
              <w:rPr>
                <w:rFonts w:ascii="Corbel" w:hAnsi="Corbel" w:cs="Calibri"/>
                <w:b/>
                <w:sz w:val="24"/>
              </w:rPr>
              <w:t xml:space="preserve"> </w:t>
            </w:r>
            <w:r w:rsidRPr="00F708F2">
              <w:rPr>
                <w:rFonts w:ascii="Corbel" w:hAnsi="Corbel" w:cs="Calibri"/>
                <w:sz w:val="24"/>
              </w:rPr>
              <w:t>– czynniki wpływające na organizację przedsiębiorstwa, czynniki wpływające na organizację handlu zagranicznego w przedsiębiorstwie, zasady organizacji działu handlu zagranicznego w przedsiębiorstwie, organizacja międzynarodowego przedsiębiorstwa.</w:t>
            </w:r>
          </w:p>
        </w:tc>
      </w:tr>
    </w:tbl>
    <w:p w14:paraId="18B91F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04C97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D80B0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7FB0DE12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F445991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</w:t>
      </w:r>
      <w:r w:rsidR="00D80B01">
        <w:rPr>
          <w:rFonts w:ascii="Corbel" w:hAnsi="Corbel"/>
          <w:b w:val="0"/>
          <w:smallCaps w:val="0"/>
          <w:szCs w:val="24"/>
        </w:rPr>
        <w:t>e</w:t>
      </w:r>
      <w:r>
        <w:rPr>
          <w:rFonts w:ascii="Corbel" w:hAnsi="Corbel"/>
          <w:b w:val="0"/>
          <w:smallCaps w:val="0"/>
          <w:szCs w:val="24"/>
        </w:rPr>
        <w:t>d</w:t>
      </w:r>
      <w:r w:rsidR="00D80B01">
        <w:rPr>
          <w:rFonts w:ascii="Corbel" w:hAnsi="Corbel"/>
          <w:b w:val="0"/>
          <w:smallCaps w:val="0"/>
          <w:szCs w:val="24"/>
        </w:rPr>
        <w:t>ialną.</w:t>
      </w:r>
    </w:p>
    <w:p w14:paraId="3C2CE16C" w14:textId="00B2E96F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lastRenderedPageBreak/>
        <w:t>Ćwiczenia:</w:t>
      </w:r>
      <w:r w:rsidR="0041429F">
        <w:rPr>
          <w:rFonts w:ascii="Corbel" w:hAnsi="Corbel"/>
          <w:b w:val="0"/>
          <w:smallCaps w:val="0"/>
          <w:szCs w:val="24"/>
        </w:rPr>
        <w:t xml:space="preserve"> prezentacja multimedialna, </w:t>
      </w:r>
      <w:r w:rsidRPr="00F474DF">
        <w:rPr>
          <w:rFonts w:ascii="Corbel" w:hAnsi="Corbel"/>
          <w:b w:val="0"/>
          <w:smallCaps w:val="0"/>
          <w:szCs w:val="24"/>
        </w:rPr>
        <w:t xml:space="preserve"> analiza teks</w:t>
      </w:r>
      <w:r w:rsidR="00D80B01">
        <w:rPr>
          <w:rFonts w:ascii="Corbel" w:hAnsi="Corbel"/>
          <w:b w:val="0"/>
          <w:smallCaps w:val="0"/>
          <w:szCs w:val="24"/>
        </w:rPr>
        <w:t>tów z dyskusją, praca w grupach.</w:t>
      </w:r>
    </w:p>
    <w:p w14:paraId="20D0CC98" w14:textId="77777777" w:rsidR="00E960BB" w:rsidRDefault="00D80B0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Możliwość wykorzystania platformy Ms Teams.</w:t>
      </w:r>
    </w:p>
    <w:p w14:paraId="0545AD5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D17154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98339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D80B0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F00DA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5443"/>
        <w:gridCol w:w="2121"/>
      </w:tblGrid>
      <w:tr w:rsidR="0085747A" w:rsidRPr="009C54AE" w14:paraId="0103D12B" w14:textId="77777777" w:rsidTr="1FCF14E4">
        <w:tc>
          <w:tcPr>
            <w:tcW w:w="1985" w:type="dxa"/>
            <w:vAlign w:val="center"/>
          </w:tcPr>
          <w:p w14:paraId="1EC4057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1121D8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040E4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9A476C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6DD15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3AC" w:rsidRPr="009C54AE" w14:paraId="278753CA" w14:textId="77777777" w:rsidTr="1FCF14E4">
        <w:tc>
          <w:tcPr>
            <w:tcW w:w="1985" w:type="dxa"/>
          </w:tcPr>
          <w:p w14:paraId="0A7C0FB4" w14:textId="77777777" w:rsidR="00F353AC" w:rsidRPr="009C54AE" w:rsidRDefault="00D80B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54731EE4" w14:textId="258E9725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kolokwium/test</w:t>
            </w:r>
            <w:r w:rsidR="0041429F">
              <w:rPr>
                <w:rFonts w:ascii="Corbel" w:hAnsi="Corbel"/>
                <w:b w:val="0"/>
                <w:smallCaps w:val="0"/>
                <w:szCs w:val="24"/>
              </w:rPr>
              <w:t xml:space="preserve"> lub </w:t>
            </w:r>
            <w:r w:rsidR="00934BA9" w:rsidRPr="00D80B01">
              <w:rPr>
                <w:rFonts w:ascii="Corbel" w:hAnsi="Corbel"/>
                <w:b w:val="0"/>
                <w:smallCaps w:val="0"/>
                <w:szCs w:val="24"/>
              </w:rPr>
              <w:t>esej/referat</w:t>
            </w:r>
          </w:p>
        </w:tc>
        <w:tc>
          <w:tcPr>
            <w:tcW w:w="2126" w:type="dxa"/>
          </w:tcPr>
          <w:p w14:paraId="5F750680" w14:textId="77777777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17DF4CBE" w14:textId="77777777" w:rsidTr="1FCF14E4">
        <w:tc>
          <w:tcPr>
            <w:tcW w:w="1985" w:type="dxa"/>
          </w:tcPr>
          <w:p w14:paraId="0DA62675" w14:textId="77777777" w:rsidR="00F353AC" w:rsidRPr="009C54AE" w:rsidRDefault="00F353AC" w:rsidP="00D80B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A1E0137" w14:textId="1AA5A6D5" w:rsidR="00F353AC" w:rsidRPr="00D80B01" w:rsidRDefault="00F353AC" w:rsidP="1FCF14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CF14E4">
              <w:rPr>
                <w:rFonts w:ascii="Corbel" w:hAnsi="Corbel"/>
                <w:b w:val="0"/>
                <w:smallCaps w:val="0"/>
              </w:rPr>
              <w:t>ocena prezentowanego stanowiska/opinii</w:t>
            </w:r>
            <w:r w:rsidR="00934BA9" w:rsidRPr="1FCF14E4">
              <w:rPr>
                <w:rFonts w:ascii="Corbel" w:hAnsi="Corbel"/>
                <w:b w:val="0"/>
                <w:smallCaps w:val="0"/>
              </w:rPr>
              <w:t>/praca grupowa</w:t>
            </w:r>
          </w:p>
        </w:tc>
        <w:tc>
          <w:tcPr>
            <w:tcW w:w="2126" w:type="dxa"/>
          </w:tcPr>
          <w:p w14:paraId="2C2162FD" w14:textId="77777777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33CEDF6E" w14:textId="77777777" w:rsidTr="1FCF14E4">
        <w:tc>
          <w:tcPr>
            <w:tcW w:w="1985" w:type="dxa"/>
          </w:tcPr>
          <w:p w14:paraId="6C8FDDC7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63C0371" w14:textId="5335C0D5" w:rsidR="00F353AC" w:rsidRPr="00D80B01" w:rsidRDefault="00F353AC" w:rsidP="1FCF14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CF14E4">
              <w:rPr>
                <w:rFonts w:ascii="Corbel" w:hAnsi="Corbel"/>
                <w:b w:val="0"/>
                <w:smallCaps w:val="0"/>
              </w:rPr>
              <w:t>ocena prezentowanego stanowiska/opinii</w:t>
            </w:r>
          </w:p>
        </w:tc>
        <w:tc>
          <w:tcPr>
            <w:tcW w:w="2126" w:type="dxa"/>
          </w:tcPr>
          <w:p w14:paraId="275CF279" w14:textId="77777777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</w:tbl>
    <w:p w14:paraId="225E3FC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C16D5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D80B0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B8C775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A9F020" w14:textId="77777777" w:rsidTr="0080029D">
        <w:trPr>
          <w:trHeight w:val="3891"/>
        </w:trPr>
        <w:tc>
          <w:tcPr>
            <w:tcW w:w="9670" w:type="dxa"/>
          </w:tcPr>
          <w:p w14:paraId="36CB7BE2" w14:textId="77777777" w:rsidR="00923D7D" w:rsidRDefault="00F353AC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2D17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  </w:t>
            </w:r>
          </w:p>
          <w:p w14:paraId="16211CFC" w14:textId="2C6B7764" w:rsidR="00D923B4" w:rsidRPr="0041429F" w:rsidRDefault="0041429F" w:rsidP="00DC3B6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Podstawom zaliczenia jest uzyskanie 50% punktów</w:t>
            </w:r>
            <w:r w:rsidR="00640B45" w:rsidRPr="5EB53876">
              <w:rPr>
                <w:rFonts w:ascii="Corbel" w:hAnsi="Corbel"/>
                <w:b w:val="0"/>
                <w:smallCaps w:val="0"/>
              </w:rPr>
              <w:t xml:space="preserve"> test</w:t>
            </w:r>
            <w:r w:rsidR="381DE78C" w:rsidRPr="5EB53876">
              <w:rPr>
                <w:rFonts w:ascii="Corbel" w:hAnsi="Corbel"/>
                <w:b w:val="0"/>
                <w:smallCaps w:val="0"/>
              </w:rPr>
              <w:t>/kolokwium</w:t>
            </w:r>
            <w:r>
              <w:rPr>
                <w:rFonts w:ascii="Corbel" w:hAnsi="Corbel"/>
                <w:b w:val="0"/>
                <w:smallCaps w:val="0"/>
              </w:rPr>
              <w:t xml:space="preserve"> skorygowanych o dodatkowe: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prace w grupach/analizę materiałów/opinie lub </w:t>
            </w:r>
            <w:r w:rsidR="00640B45" w:rsidRPr="00640B45">
              <w:rPr>
                <w:rFonts w:ascii="Corbel" w:hAnsi="Corbel"/>
                <w:b w:val="0"/>
                <w:smallCaps w:val="0"/>
                <w:szCs w:val="24"/>
              </w:rPr>
              <w:t>referat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y/eseje</w:t>
            </w:r>
          </w:p>
          <w:p w14:paraId="0F61A4C0" w14:textId="77777777" w:rsidR="00D923B4" w:rsidRPr="0080029D" w:rsidRDefault="000D04B9" w:rsidP="00DC3B65">
            <w:pPr>
              <w:pStyle w:val="Punktygwne"/>
              <w:numPr>
                <w:ilvl w:val="0"/>
                <w:numId w:val="3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80029D">
              <w:rPr>
                <w:rFonts w:ascii="Corbel" w:hAnsi="Corbel"/>
                <w:b w:val="0"/>
                <w:smallCaps w:val="0"/>
                <w:szCs w:val="24"/>
              </w:rPr>
              <w:t>Ustalenia oceny zaliczeniowej na podstawie ocen cząstkowych. Ocena jest funkcją liczby zgromadzonych punktów:</w:t>
            </w:r>
            <w:r w:rsidRPr="0080029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  <w:p w14:paraId="2FFA0BE1" w14:textId="77C35382" w:rsidR="00D923B4" w:rsidRPr="0080029D" w:rsidRDefault="000D04B9" w:rsidP="2BBCBFE3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5</w:t>
            </w:r>
            <w:r w:rsidR="0A6CFC95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dst </w:t>
            </w:r>
          </w:p>
          <w:p w14:paraId="26A67E12" w14:textId="01861C7A" w:rsidR="00D923B4" w:rsidRPr="0080029D" w:rsidRDefault="000D04B9" w:rsidP="6F959354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6</w:t>
            </w:r>
            <w:r w:rsidR="763483CD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dst + </w:t>
            </w:r>
          </w:p>
          <w:p w14:paraId="5C3F4F61" w14:textId="260A46BA" w:rsidR="00D923B4" w:rsidRPr="0080029D" w:rsidRDefault="000D04B9" w:rsidP="6F959354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7</w:t>
            </w:r>
            <w:r w:rsidR="39BDA109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db </w:t>
            </w:r>
          </w:p>
          <w:p w14:paraId="03D52A16" w14:textId="55AFE644" w:rsidR="00D923B4" w:rsidRPr="0080029D" w:rsidRDefault="000D04B9" w:rsidP="6F959354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8</w:t>
            </w:r>
            <w:r w:rsidR="4577A8B8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db+ </w:t>
            </w:r>
          </w:p>
          <w:p w14:paraId="09CC1763" w14:textId="1658E0F7" w:rsidR="0085747A" w:rsidRPr="009C54AE" w:rsidRDefault="000D04B9" w:rsidP="0080029D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9</w:t>
            </w:r>
            <w:r w:rsidR="699B8376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</w:t>
            </w:r>
            <w:r w:rsidR="7FA306D0" w:rsidRPr="0080029D">
              <w:rPr>
                <w:rFonts w:ascii="Corbel" w:hAnsi="Corbel"/>
                <w:b w:val="0"/>
                <w:smallCaps w:val="0"/>
              </w:rPr>
              <w:t>bdb</w:t>
            </w:r>
          </w:p>
        </w:tc>
      </w:tr>
    </w:tbl>
    <w:p w14:paraId="136E008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17DDB0" w14:textId="77777777" w:rsidR="00B937D6" w:rsidRPr="009C54AE" w:rsidRDefault="00B937D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A0992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02157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317B9CB" w14:textId="77777777" w:rsidTr="003E1941">
        <w:tc>
          <w:tcPr>
            <w:tcW w:w="4962" w:type="dxa"/>
            <w:vAlign w:val="center"/>
          </w:tcPr>
          <w:p w14:paraId="2A24933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831A1C4" w14:textId="4DCC33D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5304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FD522F5" w14:textId="77777777" w:rsidTr="00923D7D">
        <w:tc>
          <w:tcPr>
            <w:tcW w:w="4962" w:type="dxa"/>
          </w:tcPr>
          <w:p w14:paraId="403F4F3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7CE490B" w14:textId="47753130" w:rsidR="0085747A" w:rsidRPr="009C54AE" w:rsidRDefault="008E1C11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0818DBF" w14:textId="77777777" w:rsidTr="00923D7D">
        <w:tc>
          <w:tcPr>
            <w:tcW w:w="4962" w:type="dxa"/>
          </w:tcPr>
          <w:p w14:paraId="4EAAE36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CE39EF3" w14:textId="77777777" w:rsidR="00C61DC5" w:rsidRPr="009C54AE" w:rsidRDefault="00C61DC5" w:rsidP="00D80B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355754C" w14:textId="77777777" w:rsidR="00C61DC5" w:rsidRPr="009C54AE" w:rsidRDefault="00F353AC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095E39BE" w14:textId="77777777" w:rsidTr="00923D7D">
        <w:tc>
          <w:tcPr>
            <w:tcW w:w="4962" w:type="dxa"/>
          </w:tcPr>
          <w:p w14:paraId="2D521F3D" w14:textId="27399522" w:rsidR="00C61DC5" w:rsidRPr="009C54AE" w:rsidRDefault="00C61DC5" w:rsidP="00800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0029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napisanie referatu</w:t>
            </w:r>
            <w:r w:rsidR="00D80B01">
              <w:rPr>
                <w:rFonts w:ascii="Corbel" w:hAnsi="Corbel"/>
                <w:sz w:val="24"/>
                <w:szCs w:val="24"/>
              </w:rPr>
              <w:t>/eseju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285280C" w14:textId="7FC9FDA1" w:rsidR="00C61DC5" w:rsidRPr="009C54AE" w:rsidRDefault="00F138A4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E1C1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0D0D39E7" w14:textId="77777777" w:rsidTr="00923D7D">
        <w:tc>
          <w:tcPr>
            <w:tcW w:w="4962" w:type="dxa"/>
          </w:tcPr>
          <w:p w14:paraId="7ED9D84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64B2D15" w14:textId="68EF7829" w:rsidR="0085747A" w:rsidRPr="009C54AE" w:rsidRDefault="00F138A4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640B4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DD5E337" w14:textId="77777777" w:rsidTr="00923D7D">
        <w:tc>
          <w:tcPr>
            <w:tcW w:w="4962" w:type="dxa"/>
          </w:tcPr>
          <w:p w14:paraId="4F72FA0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8EED7B5" w14:textId="15710B0C" w:rsidR="0085747A" w:rsidRPr="009C54AE" w:rsidRDefault="00F138A4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17A921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6445A44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47ECF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D59DEB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ACCF1C1" w14:textId="77777777" w:rsidTr="00D53047">
        <w:trPr>
          <w:trHeight w:val="397"/>
        </w:trPr>
        <w:tc>
          <w:tcPr>
            <w:tcW w:w="2359" w:type="pct"/>
          </w:tcPr>
          <w:p w14:paraId="5BC14A4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14A4F32" w14:textId="77777777" w:rsidR="0085747A" w:rsidRPr="009C54AE" w:rsidRDefault="002568C1" w:rsidP="002568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324A649" w14:textId="77777777" w:rsidTr="00D53047">
        <w:trPr>
          <w:trHeight w:val="397"/>
        </w:trPr>
        <w:tc>
          <w:tcPr>
            <w:tcW w:w="2359" w:type="pct"/>
          </w:tcPr>
          <w:p w14:paraId="6363429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1FF8881" w14:textId="77777777" w:rsidR="0085747A" w:rsidRPr="009C54AE" w:rsidRDefault="002568C1" w:rsidP="002568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00C2E3C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56AD68" w14:textId="77777777" w:rsidR="002568C1" w:rsidRPr="009C54AE" w:rsidRDefault="002568C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47410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E977A7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CB4DEDA" w14:textId="77777777" w:rsidTr="03553E37">
        <w:trPr>
          <w:trHeight w:val="397"/>
        </w:trPr>
        <w:tc>
          <w:tcPr>
            <w:tcW w:w="5000" w:type="pct"/>
          </w:tcPr>
          <w:p w14:paraId="54432DD5" w14:textId="77777777" w:rsidR="00F473CB" w:rsidRPr="00536E9A" w:rsidRDefault="0085747A" w:rsidP="002568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0421A19" w14:textId="77777777" w:rsidR="00F473CB" w:rsidRDefault="00640B45" w:rsidP="002568C1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1461C">
              <w:rPr>
                <w:rFonts w:ascii="Corbel" w:hAnsi="Corbel"/>
                <w:b w:val="0"/>
                <w:smallCaps w:val="0"/>
                <w:szCs w:val="24"/>
              </w:rPr>
              <w:t>Rymarczyk J.</w:t>
            </w:r>
            <w:r w:rsidR="002568C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1461C">
              <w:rPr>
                <w:rFonts w:ascii="Corbel" w:hAnsi="Corbel"/>
                <w:b w:val="0"/>
                <w:smallCaps w:val="0"/>
                <w:szCs w:val="24"/>
              </w:rPr>
              <w:t xml:space="preserve"> Biznes międzynarodowy, Polskie Wy</w:t>
            </w:r>
            <w:r w:rsidR="002568C1">
              <w:rPr>
                <w:rFonts w:ascii="Corbel" w:hAnsi="Corbel"/>
                <w:b w:val="0"/>
                <w:smallCaps w:val="0"/>
                <w:szCs w:val="24"/>
              </w:rPr>
              <w:t>dawnictwo Ekonomiczne, Warszawa</w:t>
            </w:r>
            <w:r w:rsidRPr="00D1461C">
              <w:rPr>
                <w:rFonts w:ascii="Corbel" w:hAnsi="Corbel"/>
                <w:b w:val="0"/>
                <w:smallCaps w:val="0"/>
                <w:szCs w:val="24"/>
              </w:rPr>
              <w:t xml:space="preserve"> 2012.</w:t>
            </w:r>
          </w:p>
          <w:p w14:paraId="4BAB8A42" w14:textId="328DB31B" w:rsidR="00BE2D86" w:rsidRPr="00D1461C" w:rsidRDefault="002568C1" w:rsidP="317D090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317D090D">
              <w:rPr>
                <w:rFonts w:ascii="Corbel" w:hAnsi="Corbel"/>
                <w:b w:val="0"/>
                <w:smallCaps w:val="0"/>
              </w:rPr>
              <w:t xml:space="preserve">Wach K., </w:t>
            </w:r>
            <w:r w:rsidR="00BE2D86" w:rsidRPr="317D090D">
              <w:rPr>
                <w:rFonts w:ascii="Corbel" w:hAnsi="Corbel"/>
                <w:b w:val="0"/>
                <w:smallCaps w:val="0"/>
              </w:rPr>
              <w:t>Europeizacja małych i średnich przedsiębiorstw: rozwój przez umiędzynarodowienie</w:t>
            </w:r>
            <w:r w:rsidRPr="317D090D">
              <w:rPr>
                <w:rFonts w:ascii="Corbel" w:hAnsi="Corbel"/>
                <w:b w:val="0"/>
                <w:smallCaps w:val="0"/>
              </w:rPr>
              <w:t>,</w:t>
            </w:r>
            <w:r w:rsidR="00BE2D86" w:rsidRPr="317D090D">
              <w:rPr>
                <w:rFonts w:ascii="Corbel" w:hAnsi="Corbel"/>
                <w:b w:val="0"/>
                <w:smallCaps w:val="0"/>
              </w:rPr>
              <w:t xml:space="preserve"> Wydawnictwo Naukowe PWN, </w:t>
            </w:r>
            <w:r w:rsidRPr="317D090D">
              <w:rPr>
                <w:rFonts w:ascii="Corbel" w:hAnsi="Corbel"/>
                <w:b w:val="0"/>
                <w:smallCaps w:val="0"/>
              </w:rPr>
              <w:t xml:space="preserve">Warszawa </w:t>
            </w:r>
            <w:r w:rsidR="00BE2D86" w:rsidRPr="317D090D">
              <w:rPr>
                <w:rFonts w:ascii="Corbel" w:hAnsi="Corbel"/>
                <w:b w:val="0"/>
                <w:smallCaps w:val="0"/>
              </w:rPr>
              <w:t>2012.</w:t>
            </w:r>
          </w:p>
          <w:p w14:paraId="72F00320" w14:textId="5C84CFDC" w:rsidR="00BE2D86" w:rsidRPr="00D1461C" w:rsidRDefault="3D9CEC25" w:rsidP="317D090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317D090D">
              <w:rPr>
                <w:rFonts w:ascii="Corbel" w:hAnsi="Corbel"/>
                <w:b w:val="0"/>
                <w:smallCaps w:val="0"/>
                <w:color w:val="000000" w:themeColor="text1"/>
              </w:rPr>
              <w:t>Czupiał J., Przedsiębiorstwo międzynarodowe, Wydawnictwo Uniwersytetu Ekonomicznego, Wrocław 2011.</w:t>
            </w:r>
          </w:p>
        </w:tc>
      </w:tr>
      <w:tr w:rsidR="0085747A" w:rsidRPr="009C54AE" w14:paraId="3ADFC82C" w14:textId="77777777" w:rsidTr="03553E37">
        <w:trPr>
          <w:trHeight w:val="397"/>
        </w:trPr>
        <w:tc>
          <w:tcPr>
            <w:tcW w:w="5000" w:type="pct"/>
          </w:tcPr>
          <w:p w14:paraId="41D657B1" w14:textId="77777777" w:rsidR="0085747A" w:rsidRPr="00536E9A" w:rsidRDefault="0085747A" w:rsidP="002568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EEFCF0" w14:textId="77777777" w:rsidR="00934BA9" w:rsidRPr="00934BA9" w:rsidRDefault="00934BA9" w:rsidP="317D090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317D090D">
              <w:rPr>
                <w:rFonts w:ascii="Corbel" w:hAnsi="Corbel"/>
                <w:b w:val="0"/>
                <w:smallCaps w:val="0"/>
              </w:rPr>
              <w:t>Rymarczyk J., Internacjonalizacja i globalizacja przedsiębiorstwa, Polskie Wydawnictwo Ekonomiczne, Warszawa 2004.</w:t>
            </w:r>
          </w:p>
          <w:p w14:paraId="4EF072F4" w14:textId="01DDD0AA" w:rsidR="5F487F2B" w:rsidRDefault="5F487F2B" w:rsidP="03553E37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3553E37">
              <w:rPr>
                <w:rFonts w:ascii="Corbel" w:hAnsi="Corbel"/>
                <w:b w:val="0"/>
                <w:smallCaps w:val="0"/>
              </w:rPr>
              <w:t>Puchalska K. Majka A</w:t>
            </w:r>
            <w:r w:rsidR="5CE587CF" w:rsidRPr="03553E37">
              <w:rPr>
                <w:rFonts w:ascii="Corbel" w:hAnsi="Corbel"/>
                <w:b w:val="0"/>
                <w:smallCaps w:val="0"/>
              </w:rPr>
              <w:t xml:space="preserve"> </w:t>
            </w:r>
            <w:r w:rsidR="4D784BE6" w:rsidRPr="03553E37">
              <w:rPr>
                <w:rFonts w:ascii="Corbel" w:hAnsi="Corbel"/>
                <w:b w:val="0"/>
                <w:smallCaps w:val="0"/>
              </w:rPr>
              <w:t xml:space="preserve">., </w:t>
            </w:r>
            <w:r w:rsidRPr="03553E37">
              <w:rPr>
                <w:rFonts w:ascii="Corbel" w:hAnsi="Corbel"/>
                <w:b w:val="0"/>
                <w:smallCaps w:val="0"/>
              </w:rPr>
              <w:t>Wymiar  strategiczny przedsiębiorstw z kapitałem zagranicznym. Przedsiębiorstwo we współczesnej gospodarce - teoria i praktyka (Research on enterprise in modern economy - theory and practice), No 3 (22</w:t>
            </w:r>
            <w:r w:rsidR="4DD4D95F" w:rsidRPr="03553E37">
              <w:rPr>
                <w:rFonts w:ascii="Corbel" w:hAnsi="Corbel"/>
                <w:b w:val="0"/>
                <w:smallCaps w:val="0"/>
              </w:rPr>
              <w:t>/2017</w:t>
            </w:r>
            <w:r w:rsidRPr="03553E37">
              <w:rPr>
                <w:rFonts w:ascii="Corbel" w:hAnsi="Corbel"/>
                <w:b w:val="0"/>
                <w:smallCaps w:val="0"/>
              </w:rPr>
              <w:t>) , ISSN 2084-6495, s. 137-151.</w:t>
            </w:r>
          </w:p>
          <w:p w14:paraId="71573D83" w14:textId="256F2AA8" w:rsidR="00F473CB" w:rsidRPr="00D1461C" w:rsidRDefault="002568C1" w:rsidP="317D090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317D090D">
              <w:rPr>
                <w:rFonts w:ascii="Corbel" w:hAnsi="Corbel"/>
                <w:b w:val="0"/>
                <w:smallCaps w:val="0"/>
              </w:rPr>
              <w:t xml:space="preserve">Sporek T., Talar S. (red.), </w:t>
            </w:r>
            <w:r w:rsidR="00D1461C" w:rsidRPr="317D090D">
              <w:rPr>
                <w:rFonts w:ascii="Corbel" w:hAnsi="Corbel"/>
                <w:b w:val="0"/>
                <w:smallCaps w:val="0"/>
              </w:rPr>
              <w:t>Internacjonalizacja i konkurencyjność współczesnych podmiotów gospodarczych</w:t>
            </w:r>
            <w:r w:rsidRPr="317D090D">
              <w:rPr>
                <w:rFonts w:ascii="Corbel" w:hAnsi="Corbel"/>
                <w:b w:val="0"/>
                <w:smallCaps w:val="0"/>
              </w:rPr>
              <w:t>,</w:t>
            </w:r>
            <w:r w:rsidR="00D1461C" w:rsidRPr="317D090D">
              <w:rPr>
                <w:rFonts w:ascii="Corbel" w:hAnsi="Corbel"/>
                <w:b w:val="0"/>
                <w:smallCaps w:val="0"/>
              </w:rPr>
              <w:t xml:space="preserve"> Wydawnictwo Uniwersytetu Ekonomicznego, </w:t>
            </w:r>
            <w:r w:rsidRPr="317D090D">
              <w:rPr>
                <w:rFonts w:ascii="Corbel" w:hAnsi="Corbel"/>
                <w:b w:val="0"/>
                <w:smallCaps w:val="0"/>
              </w:rPr>
              <w:t xml:space="preserve">Katowice </w:t>
            </w:r>
            <w:r w:rsidR="00D1461C" w:rsidRPr="317D090D">
              <w:rPr>
                <w:rFonts w:ascii="Corbel" w:hAnsi="Corbel"/>
                <w:b w:val="0"/>
                <w:smallCaps w:val="0"/>
              </w:rPr>
              <w:t>2011.</w:t>
            </w:r>
          </w:p>
        </w:tc>
      </w:tr>
    </w:tbl>
    <w:p w14:paraId="360F03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172B1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DCD27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24BFC" w14:textId="77777777" w:rsidR="00E101C0" w:rsidRDefault="00E101C0" w:rsidP="00C16ABF">
      <w:pPr>
        <w:spacing w:after="0" w:line="240" w:lineRule="auto"/>
      </w:pPr>
      <w:r>
        <w:separator/>
      </w:r>
    </w:p>
  </w:endnote>
  <w:endnote w:type="continuationSeparator" w:id="0">
    <w:p w14:paraId="4DB2E473" w14:textId="77777777" w:rsidR="00E101C0" w:rsidRDefault="00E101C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BFEF2" w14:textId="77777777" w:rsidR="00E101C0" w:rsidRDefault="00E101C0" w:rsidP="00C16ABF">
      <w:pPr>
        <w:spacing w:after="0" w:line="240" w:lineRule="auto"/>
      </w:pPr>
      <w:r>
        <w:separator/>
      </w:r>
    </w:p>
  </w:footnote>
  <w:footnote w:type="continuationSeparator" w:id="0">
    <w:p w14:paraId="422A6752" w14:textId="77777777" w:rsidR="00E101C0" w:rsidRDefault="00E101C0" w:rsidP="00C16ABF">
      <w:pPr>
        <w:spacing w:after="0" w:line="240" w:lineRule="auto"/>
      </w:pPr>
      <w:r>
        <w:continuationSeparator/>
      </w:r>
    </w:p>
  </w:footnote>
  <w:footnote w:id="1">
    <w:p w14:paraId="42A7CE9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6C8243B"/>
    <w:multiLevelType w:val="hybridMultilevel"/>
    <w:tmpl w:val="612667D8"/>
    <w:lvl w:ilvl="0" w:tplc="301860D6">
      <w:start w:val="1"/>
      <w:numFmt w:val="decimal"/>
      <w:lvlText w:val="%1."/>
      <w:lvlJc w:val="left"/>
      <w:pPr>
        <w:ind w:left="720" w:hanging="360"/>
      </w:pPr>
    </w:lvl>
    <w:lvl w:ilvl="1" w:tplc="533ED9B6">
      <w:start w:val="1"/>
      <w:numFmt w:val="lowerLetter"/>
      <w:lvlText w:val="%2."/>
      <w:lvlJc w:val="left"/>
      <w:pPr>
        <w:ind w:left="1440" w:hanging="360"/>
      </w:pPr>
    </w:lvl>
    <w:lvl w:ilvl="2" w:tplc="ADD2CE40">
      <w:start w:val="1"/>
      <w:numFmt w:val="lowerRoman"/>
      <w:lvlText w:val="%3."/>
      <w:lvlJc w:val="right"/>
      <w:pPr>
        <w:ind w:left="2160" w:hanging="180"/>
      </w:pPr>
    </w:lvl>
    <w:lvl w:ilvl="3" w:tplc="FD344ECC">
      <w:start w:val="1"/>
      <w:numFmt w:val="decimal"/>
      <w:lvlText w:val="%4."/>
      <w:lvlJc w:val="left"/>
      <w:pPr>
        <w:ind w:left="2880" w:hanging="360"/>
      </w:pPr>
    </w:lvl>
    <w:lvl w:ilvl="4" w:tplc="5B6E0B5A">
      <w:start w:val="1"/>
      <w:numFmt w:val="lowerLetter"/>
      <w:lvlText w:val="%5."/>
      <w:lvlJc w:val="left"/>
      <w:pPr>
        <w:ind w:left="3600" w:hanging="360"/>
      </w:pPr>
    </w:lvl>
    <w:lvl w:ilvl="5" w:tplc="EE9430A2">
      <w:start w:val="1"/>
      <w:numFmt w:val="lowerRoman"/>
      <w:lvlText w:val="%6."/>
      <w:lvlJc w:val="right"/>
      <w:pPr>
        <w:ind w:left="4320" w:hanging="180"/>
      </w:pPr>
    </w:lvl>
    <w:lvl w:ilvl="6" w:tplc="3356B39A">
      <w:start w:val="1"/>
      <w:numFmt w:val="decimal"/>
      <w:lvlText w:val="%7."/>
      <w:lvlJc w:val="left"/>
      <w:pPr>
        <w:ind w:left="5040" w:hanging="360"/>
      </w:pPr>
    </w:lvl>
    <w:lvl w:ilvl="7" w:tplc="D284CE10">
      <w:start w:val="1"/>
      <w:numFmt w:val="lowerLetter"/>
      <w:lvlText w:val="%8."/>
      <w:lvlJc w:val="left"/>
      <w:pPr>
        <w:ind w:left="5760" w:hanging="360"/>
      </w:pPr>
    </w:lvl>
    <w:lvl w:ilvl="8" w:tplc="CA6E60B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 w16cid:durableId="1305234419">
    <w:abstractNumId w:val="1"/>
  </w:num>
  <w:num w:numId="2" w16cid:durableId="1246912381">
    <w:abstractNumId w:val="0"/>
  </w:num>
  <w:num w:numId="3" w16cid:durableId="895778676">
    <w:abstractNumId w:val="5"/>
  </w:num>
  <w:num w:numId="4" w16cid:durableId="1574702069">
    <w:abstractNumId w:val="4"/>
  </w:num>
  <w:num w:numId="5" w16cid:durableId="1192375711">
    <w:abstractNumId w:val="3"/>
  </w:num>
  <w:num w:numId="6" w16cid:durableId="45668061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4CFD"/>
    <w:rsid w:val="000077B4"/>
    <w:rsid w:val="00015B8F"/>
    <w:rsid w:val="00022ECE"/>
    <w:rsid w:val="00042A51"/>
    <w:rsid w:val="00042D2E"/>
    <w:rsid w:val="00044C82"/>
    <w:rsid w:val="00047EF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24BFF"/>
    <w:rsid w:val="0012560E"/>
    <w:rsid w:val="00125669"/>
    <w:rsid w:val="00126DD4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2F21"/>
    <w:rsid w:val="002144C0"/>
    <w:rsid w:val="00215FA7"/>
    <w:rsid w:val="0022477D"/>
    <w:rsid w:val="002278A9"/>
    <w:rsid w:val="002336F9"/>
    <w:rsid w:val="0024028F"/>
    <w:rsid w:val="00244ABC"/>
    <w:rsid w:val="002568C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8F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29F"/>
    <w:rsid w:val="00414E3C"/>
    <w:rsid w:val="0042244A"/>
    <w:rsid w:val="0042745A"/>
    <w:rsid w:val="00427F57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5F7"/>
    <w:rsid w:val="00513B6F"/>
    <w:rsid w:val="00514A1A"/>
    <w:rsid w:val="00517C63"/>
    <w:rsid w:val="005363C4"/>
    <w:rsid w:val="00536BDE"/>
    <w:rsid w:val="00536E9A"/>
    <w:rsid w:val="00543ACC"/>
    <w:rsid w:val="0056696D"/>
    <w:rsid w:val="005777FE"/>
    <w:rsid w:val="0059484D"/>
    <w:rsid w:val="005A0855"/>
    <w:rsid w:val="005A133C"/>
    <w:rsid w:val="005A3196"/>
    <w:rsid w:val="005A4680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F1E"/>
    <w:rsid w:val="00724677"/>
    <w:rsid w:val="00725459"/>
    <w:rsid w:val="007327BD"/>
    <w:rsid w:val="00734608"/>
    <w:rsid w:val="00737964"/>
    <w:rsid w:val="00745302"/>
    <w:rsid w:val="007461D6"/>
    <w:rsid w:val="00746EC8"/>
    <w:rsid w:val="00763BF1"/>
    <w:rsid w:val="00766FD4"/>
    <w:rsid w:val="0078168C"/>
    <w:rsid w:val="00787C2A"/>
    <w:rsid w:val="00790E27"/>
    <w:rsid w:val="007A37B1"/>
    <w:rsid w:val="007A4022"/>
    <w:rsid w:val="007A6E6E"/>
    <w:rsid w:val="007C3299"/>
    <w:rsid w:val="007C3BCC"/>
    <w:rsid w:val="007C4546"/>
    <w:rsid w:val="007D6E56"/>
    <w:rsid w:val="007E1B93"/>
    <w:rsid w:val="007F3726"/>
    <w:rsid w:val="007F4155"/>
    <w:rsid w:val="0080029D"/>
    <w:rsid w:val="0081554D"/>
    <w:rsid w:val="0081707E"/>
    <w:rsid w:val="008449B3"/>
    <w:rsid w:val="008552A2"/>
    <w:rsid w:val="0085747A"/>
    <w:rsid w:val="008671F1"/>
    <w:rsid w:val="00884922"/>
    <w:rsid w:val="00885F64"/>
    <w:rsid w:val="008917F9"/>
    <w:rsid w:val="00892DB3"/>
    <w:rsid w:val="008A45F7"/>
    <w:rsid w:val="008C0CC0"/>
    <w:rsid w:val="008C19A9"/>
    <w:rsid w:val="008C379D"/>
    <w:rsid w:val="008C5147"/>
    <w:rsid w:val="008C5359"/>
    <w:rsid w:val="008C5363"/>
    <w:rsid w:val="008D3DFB"/>
    <w:rsid w:val="008E1C11"/>
    <w:rsid w:val="008E64F4"/>
    <w:rsid w:val="008F12C9"/>
    <w:rsid w:val="008F6E29"/>
    <w:rsid w:val="00916188"/>
    <w:rsid w:val="00923D7D"/>
    <w:rsid w:val="00934BA9"/>
    <w:rsid w:val="009508DF"/>
    <w:rsid w:val="00950DAC"/>
    <w:rsid w:val="00954A07"/>
    <w:rsid w:val="00984B23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1C8F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276E"/>
    <w:rsid w:val="00A80316"/>
    <w:rsid w:val="00A84C85"/>
    <w:rsid w:val="00A97DE1"/>
    <w:rsid w:val="00AA3DA0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17D9"/>
    <w:rsid w:val="00B135B1"/>
    <w:rsid w:val="00B3130B"/>
    <w:rsid w:val="00B40ADB"/>
    <w:rsid w:val="00B43B77"/>
    <w:rsid w:val="00B43E80"/>
    <w:rsid w:val="00B45E24"/>
    <w:rsid w:val="00B55722"/>
    <w:rsid w:val="00B607DB"/>
    <w:rsid w:val="00B66529"/>
    <w:rsid w:val="00B75946"/>
    <w:rsid w:val="00B8056E"/>
    <w:rsid w:val="00B819C8"/>
    <w:rsid w:val="00B82308"/>
    <w:rsid w:val="00B90885"/>
    <w:rsid w:val="00B937D6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C2E33"/>
    <w:rsid w:val="00CD6897"/>
    <w:rsid w:val="00CE5BAC"/>
    <w:rsid w:val="00CF25BE"/>
    <w:rsid w:val="00CF78ED"/>
    <w:rsid w:val="00D02B25"/>
    <w:rsid w:val="00D02EBA"/>
    <w:rsid w:val="00D1461C"/>
    <w:rsid w:val="00D17C3C"/>
    <w:rsid w:val="00D26B2C"/>
    <w:rsid w:val="00D352C9"/>
    <w:rsid w:val="00D425B2"/>
    <w:rsid w:val="00D428D6"/>
    <w:rsid w:val="00D53047"/>
    <w:rsid w:val="00D552B2"/>
    <w:rsid w:val="00D608D1"/>
    <w:rsid w:val="00D63A36"/>
    <w:rsid w:val="00D74119"/>
    <w:rsid w:val="00D8075B"/>
    <w:rsid w:val="00D80B01"/>
    <w:rsid w:val="00D8678B"/>
    <w:rsid w:val="00D87371"/>
    <w:rsid w:val="00D923B4"/>
    <w:rsid w:val="00DA2114"/>
    <w:rsid w:val="00DA6057"/>
    <w:rsid w:val="00DC3B65"/>
    <w:rsid w:val="00DC6D0C"/>
    <w:rsid w:val="00DE09C0"/>
    <w:rsid w:val="00DE4A14"/>
    <w:rsid w:val="00DF320D"/>
    <w:rsid w:val="00DF71C8"/>
    <w:rsid w:val="00E101C0"/>
    <w:rsid w:val="00E10FBC"/>
    <w:rsid w:val="00E129B8"/>
    <w:rsid w:val="00E21E7D"/>
    <w:rsid w:val="00E22FBC"/>
    <w:rsid w:val="00E24BF5"/>
    <w:rsid w:val="00E25338"/>
    <w:rsid w:val="00E45A1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1C2C"/>
    <w:rsid w:val="00F138A4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708F2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5F1B"/>
    <w:rsid w:val="022A31C2"/>
    <w:rsid w:val="03553E37"/>
    <w:rsid w:val="067E006D"/>
    <w:rsid w:val="0A6CFC95"/>
    <w:rsid w:val="14A3846B"/>
    <w:rsid w:val="1DC783F0"/>
    <w:rsid w:val="1FCF14E4"/>
    <w:rsid w:val="290923F7"/>
    <w:rsid w:val="2BBCBFE3"/>
    <w:rsid w:val="2E7C7FC5"/>
    <w:rsid w:val="317D090D"/>
    <w:rsid w:val="32D1FF8A"/>
    <w:rsid w:val="362A6D1A"/>
    <w:rsid w:val="36BD71F8"/>
    <w:rsid w:val="381DE78C"/>
    <w:rsid w:val="39BDA109"/>
    <w:rsid w:val="3D9CEC25"/>
    <w:rsid w:val="3EE579F3"/>
    <w:rsid w:val="4577A8B8"/>
    <w:rsid w:val="4D784BE6"/>
    <w:rsid w:val="4DD4D95F"/>
    <w:rsid w:val="527E5C8C"/>
    <w:rsid w:val="54C4353D"/>
    <w:rsid w:val="56E66666"/>
    <w:rsid w:val="582A19DE"/>
    <w:rsid w:val="5CE587CF"/>
    <w:rsid w:val="5E025631"/>
    <w:rsid w:val="5EB53876"/>
    <w:rsid w:val="5F487F2B"/>
    <w:rsid w:val="6030241C"/>
    <w:rsid w:val="699B8376"/>
    <w:rsid w:val="6E459A9E"/>
    <w:rsid w:val="6F959354"/>
    <w:rsid w:val="763483CD"/>
    <w:rsid w:val="79B5B0CC"/>
    <w:rsid w:val="7FA30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3C8CF"/>
  <w15:docId w15:val="{2D423B0A-1C4F-4792-9F50-B91AECAD2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2FCE99-F169-40A4-BEB6-1C384649AB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B9DEB11-7BB6-4A54-88FF-3DE1CC58C1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DFB6E2-01A8-4D92-921B-AE9631A2EB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E69DEB-7606-48BD-B55B-6DFA2720DA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5</Pages>
  <Words>1231</Words>
  <Characters>7389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Szara Katarzyna</cp:lastModifiedBy>
  <cp:revision>9</cp:revision>
  <cp:lastPrinted>2019-02-06T12:12:00Z</cp:lastPrinted>
  <dcterms:created xsi:type="dcterms:W3CDTF">2020-12-16T09:55:00Z</dcterms:created>
  <dcterms:modified xsi:type="dcterms:W3CDTF">2022-05-31T17:59:00Z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